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E1" w:rsidRDefault="003A4BE1" w:rsidP="009F7B9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рабочей программы по английскому языку 9 класс (с 6.04 по 11.04)</w:t>
      </w:r>
    </w:p>
    <w:tbl>
      <w:tblPr>
        <w:tblpPr w:leftFromText="180" w:rightFromText="180" w:vertAnchor="page" w:horzAnchor="margin" w:tblpY="2566"/>
        <w:tblW w:w="14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6"/>
        <w:gridCol w:w="989"/>
        <w:gridCol w:w="2432"/>
        <w:gridCol w:w="1698"/>
        <w:gridCol w:w="1817"/>
        <w:gridCol w:w="1781"/>
        <w:gridCol w:w="2156"/>
        <w:gridCol w:w="2122"/>
      </w:tblGrid>
      <w:tr w:rsidR="003A4BE1" w:rsidRPr="00B935D3" w:rsidTr="009F7B9A">
        <w:tc>
          <w:tcPr>
            <w:tcW w:w="996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3A4BE1" w:rsidRPr="007D1ADF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DF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1702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17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3A4BE1" w:rsidRPr="00B935D3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3A4BE1" w:rsidRPr="00B935D3" w:rsidTr="009F7B9A">
        <w:tc>
          <w:tcPr>
            <w:tcW w:w="996" w:type="dxa"/>
          </w:tcPr>
          <w:p w:rsidR="003A4BE1" w:rsidRPr="007D1ADF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80,81</w:t>
            </w:r>
          </w:p>
        </w:tc>
        <w:tc>
          <w:tcPr>
            <w:tcW w:w="999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3A4BE1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A4BE1" w:rsidRPr="009F7B9A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3.04</w:t>
            </w:r>
          </w:p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A4BE1" w:rsidRPr="00F55BF3" w:rsidRDefault="003A4BE1" w:rsidP="00E94E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Раздел 8. </w:t>
            </w:r>
            <w:r w:rsidRPr="00F55BF3">
              <w:rPr>
                <w:rFonts w:ascii="Times New Roman" w:hAnsi="Times New Roman"/>
                <w:sz w:val="20"/>
                <w:szCs w:val="20"/>
              </w:rPr>
              <w:t xml:space="preserve"> Здоровье и забота.</w:t>
            </w:r>
          </w:p>
          <w:p w:rsidR="003A4BE1" w:rsidRDefault="003A4BE1" w:rsidP="00E94E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Сила духа. Самопреодоление</w:t>
            </w:r>
          </w:p>
          <w:p w:rsidR="003A4BE1" w:rsidRPr="00F55BF3" w:rsidRDefault="003A4BE1" w:rsidP="00610F5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Здоровье и забота.</w:t>
            </w:r>
          </w:p>
          <w:p w:rsidR="003A4BE1" w:rsidRPr="007D1ADF" w:rsidRDefault="003A4BE1" w:rsidP="00610F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Режим труда и отдыха. Монолог-характеристика человека.</w:t>
            </w:r>
          </w:p>
        </w:tc>
        <w:tc>
          <w:tcPr>
            <w:tcW w:w="1702" w:type="dxa"/>
          </w:tcPr>
          <w:p w:rsidR="003A4BE1" w:rsidRPr="009F7B9A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17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3A4BE1" w:rsidRPr="009F7B9A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Эл.платформа «Российская электронная школа»</w:t>
            </w:r>
          </w:p>
        </w:tc>
        <w:tc>
          <w:tcPr>
            <w:tcW w:w="2145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Выполнение контрольных заданий в РЭШ, фото оценки, отправка по ватсапу или на эл.почту</w:t>
            </w:r>
          </w:p>
        </w:tc>
      </w:tr>
      <w:tr w:rsidR="003A4BE1" w:rsidRPr="00B935D3" w:rsidTr="009F7B9A">
        <w:tc>
          <w:tcPr>
            <w:tcW w:w="996" w:type="dxa"/>
          </w:tcPr>
          <w:p w:rsidR="003A4BE1" w:rsidRPr="007D1ADF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82,83,84</w:t>
            </w:r>
          </w:p>
        </w:tc>
        <w:tc>
          <w:tcPr>
            <w:tcW w:w="999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3A4BE1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A4BE1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  <w:p w:rsidR="003A4BE1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3A4BE1" w:rsidRDefault="003A4BE1" w:rsidP="000F095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8 </w:t>
            </w:r>
          </w:p>
          <w:p w:rsidR="003A4BE1" w:rsidRDefault="003A4BE1" w:rsidP="00E94EE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Экстремальные виды спорта.</w:t>
            </w:r>
          </w:p>
          <w:p w:rsidR="003A4BE1" w:rsidRDefault="003A4BE1" w:rsidP="00E94EE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Повествовательные предложения в косвенной речи.</w:t>
            </w:r>
          </w:p>
          <w:p w:rsidR="003A4BE1" w:rsidRPr="007D3DE6" w:rsidRDefault="003A4BE1" w:rsidP="00E94EE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Вопросительные предложения в косвенной речи.</w:t>
            </w:r>
          </w:p>
        </w:tc>
        <w:tc>
          <w:tcPr>
            <w:tcW w:w="1702" w:type="dxa"/>
          </w:tcPr>
          <w:p w:rsidR="003A4BE1" w:rsidRPr="009F7B9A" w:rsidRDefault="003A4BE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17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Эл.платформа «Российская электронная школа»</w:t>
            </w:r>
          </w:p>
        </w:tc>
        <w:tc>
          <w:tcPr>
            <w:tcW w:w="2145" w:type="dxa"/>
          </w:tcPr>
          <w:p w:rsidR="003A4BE1" w:rsidRPr="00B935D3" w:rsidRDefault="003A4BE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Выполнение контрольных заданий в РЭШ, фото оценки, отправка по ватсапу или на эл.почту</w:t>
            </w:r>
          </w:p>
        </w:tc>
      </w:tr>
    </w:tbl>
    <w:p w:rsidR="003A4BE1" w:rsidRPr="00D666D0" w:rsidRDefault="003A4BE1" w:rsidP="007D3D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Default="003A4BE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4BE1" w:rsidRPr="00D666D0" w:rsidRDefault="003A4BE1" w:rsidP="00E94EE5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3A4BE1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80462"/>
    <w:rsid w:val="000C7D2A"/>
    <w:rsid w:val="000E18FA"/>
    <w:rsid w:val="000F095F"/>
    <w:rsid w:val="00193020"/>
    <w:rsid w:val="002328BE"/>
    <w:rsid w:val="002F5997"/>
    <w:rsid w:val="00316D32"/>
    <w:rsid w:val="003263E7"/>
    <w:rsid w:val="0034396F"/>
    <w:rsid w:val="0038257F"/>
    <w:rsid w:val="003A4BE1"/>
    <w:rsid w:val="004E266F"/>
    <w:rsid w:val="005C13C5"/>
    <w:rsid w:val="00610F5C"/>
    <w:rsid w:val="007A4F80"/>
    <w:rsid w:val="007D1ADF"/>
    <w:rsid w:val="007D3DE6"/>
    <w:rsid w:val="009F7B9A"/>
    <w:rsid w:val="00A004E2"/>
    <w:rsid w:val="00B55718"/>
    <w:rsid w:val="00B935D3"/>
    <w:rsid w:val="00BF33FE"/>
    <w:rsid w:val="00CC7309"/>
    <w:rsid w:val="00D666D0"/>
    <w:rsid w:val="00D71E70"/>
    <w:rsid w:val="00DE371A"/>
    <w:rsid w:val="00E94EE5"/>
    <w:rsid w:val="00E97586"/>
    <w:rsid w:val="00F34CEF"/>
    <w:rsid w:val="00F5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</Pages>
  <Words>143</Words>
  <Characters>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5</cp:revision>
  <dcterms:created xsi:type="dcterms:W3CDTF">2020-03-29T15:52:00Z</dcterms:created>
  <dcterms:modified xsi:type="dcterms:W3CDTF">2020-04-01T09:24:00Z</dcterms:modified>
</cp:coreProperties>
</file>